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7E9E2B" w14:textId="77777777" w:rsidR="00050A59" w:rsidRPr="00432AA9" w:rsidRDefault="00050A59" w:rsidP="0093565D">
      <w:bookmarkStart w:id="0" w:name="_GoBack"/>
      <w:bookmarkEnd w:id="0"/>
    </w:p>
    <w:p w14:paraId="7686C05E" w14:textId="77777777" w:rsidR="00050A59" w:rsidRPr="00432AA9" w:rsidRDefault="00050A59" w:rsidP="0093565D"/>
    <w:p w14:paraId="2A8ED3CE" w14:textId="77777777" w:rsidR="00050A59" w:rsidRPr="00432AA9" w:rsidRDefault="00050A59" w:rsidP="00437864"/>
    <w:p w14:paraId="446050D7" w14:textId="77777777" w:rsidR="00437864" w:rsidRDefault="00437864" w:rsidP="00437864">
      <w:pPr>
        <w:widowControl w:val="0"/>
        <w:autoSpaceDE w:val="0"/>
        <w:autoSpaceDN w:val="0"/>
        <w:adjustRightInd w:val="0"/>
        <w:spacing w:before="78" w:line="226" w:lineRule="exact"/>
        <w:ind w:left="458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>LETTER</w:t>
      </w:r>
      <w:r>
        <w:rPr>
          <w:rFonts w:ascii="Arial" w:hAnsi="Arial" w:cs="Arial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TO</w:t>
      </w:r>
      <w:r>
        <w:rPr>
          <w:rFonts w:ascii="Arial" w:hAnsi="Arial" w:cs="Arial"/>
          <w:spacing w:val="-2"/>
          <w:position w:val="-1"/>
          <w:sz w:val="20"/>
          <w:szCs w:val="20"/>
        </w:rPr>
        <w:t xml:space="preserve"> </w:t>
      </w:r>
      <w:r>
        <w:rPr>
          <w:rFonts w:ascii="Arial" w:hAnsi="Arial" w:cs="Arial"/>
          <w:w w:val="103"/>
          <w:position w:val="-1"/>
          <w:sz w:val="20"/>
          <w:szCs w:val="20"/>
        </w:rPr>
        <w:t>APPLICANT</w:t>
      </w:r>
    </w:p>
    <w:p w14:paraId="3E0A1B20" w14:textId="77777777" w:rsidR="00437864" w:rsidRDefault="00437864" w:rsidP="00437864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14:paraId="24BF7E5B" w14:textId="77777777" w:rsidR="00437864" w:rsidRDefault="00437864" w:rsidP="00437864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14:paraId="615F39D4" w14:textId="77777777" w:rsidR="00437864" w:rsidRDefault="00437864" w:rsidP="00437864">
      <w:pPr>
        <w:widowControl w:val="0"/>
        <w:autoSpaceDE w:val="0"/>
        <w:autoSpaceDN w:val="0"/>
        <w:adjustRightInd w:val="0"/>
        <w:spacing w:before="19" w:line="240" w:lineRule="exact"/>
        <w:rPr>
          <w:rFonts w:ascii="Arial" w:hAnsi="Arial" w:cs="Arial"/>
          <w:sz w:val="24"/>
          <w:szCs w:val="24"/>
        </w:rPr>
      </w:pPr>
    </w:p>
    <w:p w14:paraId="1D3A72E1" w14:textId="77777777" w:rsidR="00437864" w:rsidRDefault="00437864" w:rsidP="00437864">
      <w:pPr>
        <w:widowControl w:val="0"/>
        <w:autoSpaceDE w:val="0"/>
        <w:autoSpaceDN w:val="0"/>
        <w:adjustRightInd w:val="0"/>
        <w:spacing w:before="34"/>
        <w:ind w:left="142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r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ppl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t,</w:t>
      </w:r>
    </w:p>
    <w:p w14:paraId="6655D4B0" w14:textId="77777777" w:rsidR="00437864" w:rsidRDefault="00437864" w:rsidP="00437864">
      <w:pPr>
        <w:widowControl w:val="0"/>
        <w:autoSpaceDE w:val="0"/>
        <w:autoSpaceDN w:val="0"/>
        <w:adjustRightInd w:val="0"/>
        <w:spacing w:before="10" w:line="220" w:lineRule="exact"/>
        <w:rPr>
          <w:rFonts w:ascii="Arial" w:hAnsi="Arial" w:cs="Arial"/>
        </w:rPr>
      </w:pPr>
    </w:p>
    <w:p w14:paraId="05CD5190" w14:textId="77777777" w:rsidR="00437864" w:rsidRDefault="00437864" w:rsidP="00437864">
      <w:pPr>
        <w:widowControl w:val="0"/>
        <w:autoSpaceDE w:val="0"/>
        <w:autoSpaceDN w:val="0"/>
        <w:adjustRightInd w:val="0"/>
        <w:ind w:left="1420" w:right="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Our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any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partici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ates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n federal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nd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state in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entive 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s which </w:t>
      </w:r>
      <w:r>
        <w:rPr>
          <w:rFonts w:ascii="Arial" w:hAnsi="Arial" w:cs="Arial"/>
          <w:spacing w:val="-1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elp ke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p our cost of doing </w:t>
      </w:r>
      <w:r>
        <w:rPr>
          <w:rFonts w:ascii="Arial" w:hAnsi="Arial" w:cs="Arial"/>
          <w:spacing w:val="-1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usi</w:t>
      </w:r>
      <w:r>
        <w:rPr>
          <w:rFonts w:ascii="Arial" w:hAnsi="Arial" w:cs="Arial"/>
          <w:spacing w:val="-1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>ss at a mini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um.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 w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d apprec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ate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if you would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take a f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w extra minut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to fill out this Tax Cr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dit Qu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tionna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re 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d IRS Form </w:t>
      </w:r>
      <w:r>
        <w:rPr>
          <w:rFonts w:ascii="Arial" w:hAnsi="Arial" w:cs="Arial"/>
          <w:spacing w:val="-1"/>
          <w:sz w:val="20"/>
          <w:szCs w:val="20"/>
        </w:rPr>
        <w:t>8</w:t>
      </w:r>
      <w:r>
        <w:rPr>
          <w:rFonts w:ascii="Arial" w:hAnsi="Arial" w:cs="Arial"/>
          <w:spacing w:val="3"/>
          <w:sz w:val="20"/>
          <w:szCs w:val="20"/>
        </w:rPr>
        <w:t>8</w:t>
      </w:r>
      <w:r>
        <w:rPr>
          <w:rFonts w:ascii="Arial" w:hAnsi="Arial" w:cs="Arial"/>
          <w:spacing w:val="-1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0.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Our co</w:t>
      </w:r>
      <w:r>
        <w:rPr>
          <w:rFonts w:ascii="Arial" w:hAnsi="Arial" w:cs="Arial"/>
          <w:spacing w:val="-1"/>
          <w:sz w:val="20"/>
          <w:szCs w:val="20"/>
        </w:rPr>
        <w:t>mp</w:t>
      </w:r>
      <w:r>
        <w:rPr>
          <w:rFonts w:ascii="Arial" w:hAnsi="Arial" w:cs="Arial"/>
          <w:sz w:val="20"/>
          <w:szCs w:val="20"/>
        </w:rPr>
        <w:t>any is always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looki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 at w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ys to reinv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st in you.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 want to str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ss that your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swers on this qu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ionna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re will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 no way aff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ct your eligibility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 employ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ent or any benefits you or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your f</w:t>
      </w:r>
      <w:r>
        <w:rPr>
          <w:rFonts w:ascii="Arial" w:hAnsi="Arial" w:cs="Arial"/>
          <w:spacing w:val="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mily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may be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receiving.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Your respo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wi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l be kept con</w:t>
      </w:r>
      <w:r>
        <w:rPr>
          <w:rFonts w:ascii="Arial" w:hAnsi="Arial" w:cs="Arial"/>
          <w:spacing w:val="-2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idential.</w:t>
      </w:r>
    </w:p>
    <w:p w14:paraId="30BEAAD3" w14:textId="77777777" w:rsidR="00437864" w:rsidRDefault="00437864" w:rsidP="00437864">
      <w:pPr>
        <w:widowControl w:val="0"/>
        <w:autoSpaceDE w:val="0"/>
        <w:autoSpaceDN w:val="0"/>
        <w:adjustRightInd w:val="0"/>
        <w:spacing w:before="10" w:line="220" w:lineRule="exact"/>
        <w:rPr>
          <w:rFonts w:ascii="Arial" w:hAnsi="Arial" w:cs="Arial"/>
        </w:rPr>
      </w:pPr>
    </w:p>
    <w:p w14:paraId="1DAC2C42" w14:textId="77777777" w:rsidR="00437864" w:rsidRDefault="00437864" w:rsidP="00437864">
      <w:pPr>
        <w:widowControl w:val="0"/>
        <w:autoSpaceDE w:val="0"/>
        <w:autoSpaceDN w:val="0"/>
        <w:adjustRightInd w:val="0"/>
        <w:ind w:left="1420" w:right="4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you have any questi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ns,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 will revi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w the qu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nnaire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with you and t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ke you thro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gh t</w:t>
      </w:r>
      <w:r>
        <w:rPr>
          <w:rFonts w:ascii="Arial" w:hAnsi="Arial" w:cs="Arial"/>
          <w:spacing w:val="-1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e necess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ry steps.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nk </w:t>
      </w:r>
      <w:r>
        <w:rPr>
          <w:rFonts w:ascii="Arial" w:hAnsi="Arial" w:cs="Arial"/>
          <w:spacing w:val="-2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ou for your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operation 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 lo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k forward to w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rki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 with you.</w:t>
      </w:r>
    </w:p>
    <w:p w14:paraId="712A9E04" w14:textId="77777777" w:rsidR="00437864" w:rsidRDefault="00437864" w:rsidP="00437864">
      <w:pPr>
        <w:widowControl w:val="0"/>
        <w:autoSpaceDE w:val="0"/>
        <w:autoSpaceDN w:val="0"/>
        <w:adjustRightInd w:val="0"/>
        <w:spacing w:before="10" w:line="140" w:lineRule="exact"/>
        <w:rPr>
          <w:rFonts w:ascii="Arial" w:hAnsi="Arial" w:cs="Arial"/>
          <w:sz w:val="14"/>
          <w:szCs w:val="14"/>
        </w:rPr>
      </w:pPr>
    </w:p>
    <w:p w14:paraId="0AFCE895" w14:textId="77777777" w:rsidR="00437864" w:rsidRDefault="00437864" w:rsidP="00437864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14:paraId="2373499D" w14:textId="77777777" w:rsidR="00437864" w:rsidRDefault="00437864" w:rsidP="00437864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14:paraId="18DBC954" w14:textId="77777777" w:rsidR="00437864" w:rsidRDefault="00437864" w:rsidP="00437864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14:paraId="42C76552" w14:textId="77777777" w:rsidR="00437864" w:rsidRDefault="00437864" w:rsidP="00437864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14:paraId="7686D167" w14:textId="77777777" w:rsidR="00437864" w:rsidRDefault="00437864" w:rsidP="00437864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14:paraId="2D1C5BB9" w14:textId="77777777" w:rsidR="00437864" w:rsidRDefault="00437864" w:rsidP="00437864">
      <w:pPr>
        <w:widowControl w:val="0"/>
        <w:autoSpaceDE w:val="0"/>
        <w:autoSpaceDN w:val="0"/>
        <w:adjustRightInd w:val="0"/>
        <w:ind w:left="1420" w:right="-2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Futuro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timado</w:t>
      </w:r>
      <w:proofErr w:type="spellEnd"/>
      <w:r>
        <w:rPr>
          <w:rFonts w:ascii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Empl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o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14:paraId="33F79310" w14:textId="77777777" w:rsidR="00437864" w:rsidRDefault="00437864" w:rsidP="00437864">
      <w:pPr>
        <w:widowControl w:val="0"/>
        <w:autoSpaceDE w:val="0"/>
        <w:autoSpaceDN w:val="0"/>
        <w:adjustRightInd w:val="0"/>
        <w:spacing w:before="10" w:line="220" w:lineRule="exact"/>
        <w:rPr>
          <w:rFonts w:ascii="Arial" w:hAnsi="Arial" w:cs="Arial"/>
        </w:rPr>
      </w:pPr>
    </w:p>
    <w:p w14:paraId="3BD191E6" w14:textId="77777777" w:rsidR="00437864" w:rsidRDefault="00437864" w:rsidP="00437864">
      <w:pPr>
        <w:widowControl w:val="0"/>
        <w:autoSpaceDE w:val="0"/>
        <w:autoSpaceDN w:val="0"/>
        <w:adjustRightInd w:val="0"/>
        <w:ind w:left="1420" w:right="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tra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pania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artic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gra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as</w:t>
      </w:r>
      <w:proofErr w:type="spellEnd"/>
      <w:r>
        <w:rPr>
          <w:rFonts w:ascii="Arial" w:hAnsi="Arial" w:cs="Arial"/>
          <w:sz w:val="20"/>
          <w:szCs w:val="20"/>
        </w:rPr>
        <w:t xml:space="preserve"> de 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ntives fed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ral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y del </w:t>
      </w:r>
      <w:proofErr w:type="spellStart"/>
      <w:r>
        <w:rPr>
          <w:rFonts w:ascii="Arial" w:hAnsi="Arial" w:cs="Arial"/>
          <w:sz w:val="20"/>
          <w:szCs w:val="20"/>
        </w:rPr>
        <w:t>estado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54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Estos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nos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ay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anten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</w:t>
      </w:r>
      <w:proofErr w:type="spellEnd"/>
      <w:r>
        <w:rPr>
          <w:rFonts w:ascii="Arial" w:hAnsi="Arial" w:cs="Arial"/>
          <w:sz w:val="20"/>
          <w:szCs w:val="20"/>
        </w:rPr>
        <w:t xml:space="preserve"> los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ast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eg</w:t>
      </w:r>
      <w:r>
        <w:rPr>
          <w:rFonts w:ascii="Arial" w:hAnsi="Arial" w:cs="Arial"/>
          <w:sz w:val="20"/>
          <w:szCs w:val="20"/>
        </w:rPr>
        <w:t>oci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Arial" w:hAnsi="Arial" w:cs="Arial"/>
          <w:sz w:val="20"/>
          <w:szCs w:val="20"/>
        </w:rPr>
        <w:t xml:space="preserve"> al </w:t>
      </w:r>
      <w:proofErr w:type="spellStart"/>
      <w:r>
        <w:rPr>
          <w:rFonts w:ascii="Arial" w:hAnsi="Arial" w:cs="Arial"/>
          <w:sz w:val="20"/>
          <w:szCs w:val="20"/>
        </w:rPr>
        <w:t>min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mo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Por favor tome </w:t>
      </w:r>
      <w:proofErr w:type="spellStart"/>
      <w:r>
        <w:rPr>
          <w:rFonts w:ascii="Arial" w:hAnsi="Arial" w:cs="Arial"/>
          <w:sz w:val="20"/>
          <w:szCs w:val="20"/>
        </w:rPr>
        <w:t>un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oc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mo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os</w:t>
      </w:r>
      <w:proofErr w:type="spellEnd"/>
      <w:r>
        <w:rPr>
          <w:rFonts w:ascii="Arial" w:hAnsi="Arial" w:cs="Arial"/>
          <w:sz w:val="20"/>
          <w:szCs w:val="20"/>
        </w:rPr>
        <w:t xml:space="preserve"> para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ple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ar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este</w:t>
      </w:r>
      <w:proofErr w:type="spellEnd"/>
      <w:r>
        <w:rPr>
          <w:rFonts w:ascii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ionn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rio</w:t>
      </w:r>
      <w:proofErr w:type="spellEnd"/>
      <w:r>
        <w:rPr>
          <w:rFonts w:ascii="Arial" w:hAnsi="Arial" w:cs="Arial"/>
          <w:sz w:val="20"/>
          <w:szCs w:val="20"/>
        </w:rPr>
        <w:t xml:space="preserve"> Para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Credit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Arial" w:hAnsi="Arial" w:cs="Arial"/>
          <w:sz w:val="20"/>
          <w:szCs w:val="20"/>
        </w:rPr>
        <w:t xml:space="preserve"> de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Taxes y la forma IRS 8850.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Nues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ra </w:t>
      </w:r>
      <w:proofErr w:type="spellStart"/>
      <w:r>
        <w:rPr>
          <w:rFonts w:ascii="Arial" w:hAnsi="Arial" w:cs="Arial"/>
          <w:sz w:val="20"/>
          <w:szCs w:val="20"/>
        </w:rPr>
        <w:t>com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ania</w:t>
      </w:r>
      <w:proofErr w:type="spellEnd"/>
      <w:r>
        <w:rPr>
          <w:rFonts w:ascii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si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mpre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scan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man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ara </w:t>
      </w:r>
      <w:proofErr w:type="spellStart"/>
      <w:r>
        <w:rPr>
          <w:rFonts w:ascii="Arial" w:hAnsi="Arial" w:cs="Arial"/>
          <w:sz w:val="20"/>
          <w:szCs w:val="20"/>
        </w:rPr>
        <w:t>invertir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ahorr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</w:t>
      </w:r>
      <w:proofErr w:type="spellEnd"/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el </w:t>
      </w:r>
      <w:proofErr w:type="spellStart"/>
      <w:r>
        <w:rPr>
          <w:rFonts w:ascii="Arial" w:hAnsi="Arial" w:cs="Arial"/>
          <w:sz w:val="20"/>
          <w:szCs w:val="20"/>
        </w:rPr>
        <w:t>futuro</w:t>
      </w:r>
      <w:proofErr w:type="spellEnd"/>
      <w:r>
        <w:rPr>
          <w:rFonts w:ascii="Arial" w:hAnsi="Arial" w:cs="Arial"/>
          <w:sz w:val="20"/>
          <w:szCs w:val="20"/>
        </w:rPr>
        <w:t xml:space="preserve"> de los </w:t>
      </w:r>
      <w:proofErr w:type="spellStart"/>
      <w:r>
        <w:rPr>
          <w:rFonts w:ascii="Arial" w:hAnsi="Arial" w:cs="Arial"/>
          <w:sz w:val="20"/>
          <w:szCs w:val="20"/>
        </w:rPr>
        <w:t>emp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ea</w:t>
      </w:r>
      <w:r>
        <w:rPr>
          <w:rFonts w:ascii="Arial" w:hAnsi="Arial" w:cs="Arial"/>
          <w:spacing w:val="-1"/>
          <w:sz w:val="20"/>
          <w:szCs w:val="20"/>
        </w:rPr>
        <w:t>do</w:t>
      </w:r>
      <w:r>
        <w:rPr>
          <w:rFonts w:ascii="Arial" w:hAnsi="Arial" w:cs="Arial"/>
          <w:spacing w:val="1"/>
          <w:sz w:val="20"/>
          <w:szCs w:val="20"/>
        </w:rPr>
        <w:t>s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Querem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as</w:t>
      </w:r>
      <w:r>
        <w:rPr>
          <w:rFonts w:ascii="Arial" w:hAnsi="Arial" w:cs="Arial"/>
          <w:sz w:val="20"/>
          <w:szCs w:val="20"/>
        </w:rPr>
        <w:t>egurar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proofErr w:type="spellEnd"/>
      <w:r>
        <w:rPr>
          <w:rFonts w:ascii="Arial" w:hAnsi="Arial" w:cs="Arial"/>
          <w:sz w:val="20"/>
          <w:szCs w:val="20"/>
        </w:rPr>
        <w:t xml:space="preserve"> que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s </w:t>
      </w:r>
      <w:proofErr w:type="spellStart"/>
      <w:r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Arial" w:hAnsi="Arial" w:cs="Arial"/>
          <w:sz w:val="20"/>
          <w:szCs w:val="20"/>
        </w:rPr>
        <w:t xml:space="preserve"> a las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pacing w:val="-1"/>
          <w:sz w:val="20"/>
          <w:szCs w:val="20"/>
        </w:rPr>
        <w:t>gu</w:t>
      </w:r>
      <w:r>
        <w:rPr>
          <w:rFonts w:ascii="Arial" w:hAnsi="Arial" w:cs="Arial"/>
          <w:sz w:val="20"/>
          <w:szCs w:val="20"/>
        </w:rPr>
        <w:t>ntas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te</w:t>
      </w:r>
      <w:proofErr w:type="spellEnd"/>
      <w:r>
        <w:rPr>
          <w:rFonts w:ascii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tion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ar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estr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tam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nta</w:t>
      </w:r>
      <w:proofErr w:type="spellEnd"/>
      <w:r>
        <w:rPr>
          <w:rFonts w:ascii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confid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nc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al</w:t>
      </w:r>
      <w:proofErr w:type="spellEnd"/>
      <w:r>
        <w:rPr>
          <w:rFonts w:ascii="Arial" w:hAnsi="Arial" w:cs="Arial"/>
          <w:sz w:val="20"/>
          <w:szCs w:val="20"/>
        </w:rPr>
        <w:t xml:space="preserve"> y </w:t>
      </w:r>
      <w:proofErr w:type="gramStart"/>
      <w:r>
        <w:rPr>
          <w:rFonts w:ascii="Arial" w:hAnsi="Arial" w:cs="Arial"/>
          <w:sz w:val="20"/>
          <w:szCs w:val="20"/>
        </w:rPr>
        <w:t>no</w:t>
      </w:r>
      <w:proofErr w:type="gramEnd"/>
      <w:r>
        <w:rPr>
          <w:rFonts w:ascii="Arial" w:hAnsi="Arial" w:cs="Arial"/>
          <w:sz w:val="20"/>
          <w:szCs w:val="20"/>
        </w:rPr>
        <w:t xml:space="preserve"> la </w:t>
      </w:r>
      <w:proofErr w:type="spellStart"/>
      <w:r>
        <w:rPr>
          <w:rFonts w:ascii="Arial" w:hAnsi="Arial" w:cs="Arial"/>
          <w:sz w:val="20"/>
          <w:szCs w:val="20"/>
        </w:rPr>
        <w:t>afecta</w:t>
      </w:r>
      <w:proofErr w:type="spellEnd"/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sz w:val="20"/>
          <w:szCs w:val="20"/>
        </w:rPr>
        <w:t>usted</w:t>
      </w:r>
      <w:proofErr w:type="spellEnd"/>
      <w:r>
        <w:rPr>
          <w:rFonts w:ascii="Arial" w:hAnsi="Arial" w:cs="Arial"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sz w:val="20"/>
          <w:szCs w:val="20"/>
        </w:rPr>
        <w:t>su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empleo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ngu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man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71D6EA29" w14:textId="77777777" w:rsidR="00437864" w:rsidRDefault="00437864" w:rsidP="00437864">
      <w:pPr>
        <w:widowControl w:val="0"/>
        <w:autoSpaceDE w:val="0"/>
        <w:autoSpaceDN w:val="0"/>
        <w:adjustRightInd w:val="0"/>
        <w:spacing w:before="9" w:line="220" w:lineRule="exact"/>
        <w:rPr>
          <w:rFonts w:ascii="Arial" w:hAnsi="Arial" w:cs="Arial"/>
        </w:rPr>
      </w:pPr>
    </w:p>
    <w:p w14:paraId="5CE21D48" w14:textId="77777777" w:rsidR="00432AA9" w:rsidRDefault="00437864" w:rsidP="004E4CA2">
      <w:pPr>
        <w:widowControl w:val="0"/>
        <w:autoSpaceDE w:val="0"/>
        <w:autoSpaceDN w:val="0"/>
        <w:adjustRightInd w:val="0"/>
        <w:ind w:left="1420" w:right="205"/>
        <w:rPr>
          <w:bCs/>
        </w:rPr>
      </w:pPr>
      <w:r>
        <w:rPr>
          <w:rFonts w:ascii="Arial" w:hAnsi="Arial" w:cs="Arial"/>
          <w:sz w:val="20"/>
          <w:szCs w:val="20"/>
        </w:rPr>
        <w:t xml:space="preserve">Por favor </w:t>
      </w:r>
      <w:proofErr w:type="spellStart"/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nos</w:t>
      </w:r>
      <w:proofErr w:type="spellEnd"/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</w:t>
      </w:r>
      <w:r>
        <w:rPr>
          <w:rFonts w:ascii="Arial" w:hAnsi="Arial" w:cs="Arial"/>
          <w:spacing w:val="-1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er </w:t>
      </w:r>
      <w:proofErr w:type="spellStart"/>
      <w:r>
        <w:rPr>
          <w:rFonts w:ascii="Arial" w:hAnsi="Arial" w:cs="Arial"/>
          <w:sz w:val="20"/>
          <w:szCs w:val="20"/>
        </w:rPr>
        <w:t>si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tienes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preg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ntas</w:t>
      </w:r>
      <w:proofErr w:type="spellEnd"/>
      <w:r>
        <w:rPr>
          <w:rFonts w:ascii="Arial" w:hAnsi="Arial" w:cs="Arial"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tas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-1"/>
          <w:sz w:val="20"/>
          <w:szCs w:val="20"/>
        </w:rPr>
        <w:t>a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Muchisi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as</w:t>
      </w:r>
      <w:proofErr w:type="spellEnd"/>
      <w:r>
        <w:rPr>
          <w:rFonts w:ascii="Arial" w:hAnsi="Arial" w:cs="Arial"/>
          <w:sz w:val="20"/>
          <w:szCs w:val="20"/>
        </w:rPr>
        <w:t xml:space="preserve"> grac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as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or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perac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ón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Esperam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Arial" w:hAnsi="Arial" w:cs="Arial"/>
          <w:sz w:val="20"/>
          <w:szCs w:val="20"/>
        </w:rPr>
        <w:t xml:space="preserve"> la </w:t>
      </w:r>
      <w:proofErr w:type="spellStart"/>
      <w:r>
        <w:rPr>
          <w:rFonts w:ascii="Arial" w:hAnsi="Arial" w:cs="Arial"/>
          <w:sz w:val="20"/>
          <w:szCs w:val="20"/>
        </w:rPr>
        <w:t>oport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nid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d</w:t>
      </w:r>
      <w:proofErr w:type="spellEnd"/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 </w:t>
      </w:r>
      <w:proofErr w:type="spellStart"/>
      <w:r>
        <w:rPr>
          <w:rFonts w:ascii="Arial" w:hAnsi="Arial" w:cs="Arial"/>
          <w:sz w:val="20"/>
          <w:szCs w:val="20"/>
        </w:rPr>
        <w:t>trabaj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</w:t>
      </w:r>
      <w:proofErr w:type="spellEnd"/>
      <w:r>
        <w:rPr>
          <w:rFonts w:ascii="Arial" w:hAnsi="Arial" w:cs="Arial"/>
          <w:sz w:val="20"/>
          <w:szCs w:val="20"/>
        </w:rPr>
        <w:t xml:space="preserve"> con </w:t>
      </w:r>
      <w:proofErr w:type="spellStart"/>
      <w:r>
        <w:rPr>
          <w:rFonts w:ascii="Arial" w:hAnsi="Arial" w:cs="Arial"/>
          <w:sz w:val="20"/>
          <w:szCs w:val="20"/>
        </w:rPr>
        <w:t>ust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698A2CB1" w14:textId="77777777" w:rsidR="00432AA9" w:rsidRPr="00432AA9" w:rsidRDefault="00432AA9" w:rsidP="0093565D">
      <w:pPr>
        <w:rPr>
          <w:bCs/>
        </w:rPr>
      </w:pPr>
    </w:p>
    <w:p w14:paraId="74E184D3" w14:textId="77777777" w:rsidR="00E85611" w:rsidRPr="00432AA9" w:rsidRDefault="00E85611" w:rsidP="0093565D"/>
    <w:sectPr w:rsidR="00E85611" w:rsidRPr="00432AA9" w:rsidSect="00437864">
      <w:footerReference w:type="default" r:id="rId6"/>
      <w:headerReference w:type="first" r:id="rId7"/>
      <w:pgSz w:w="12240" w:h="15840"/>
      <w:pgMar w:top="1440" w:right="1080" w:bottom="1440" w:left="108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DF9544" w14:textId="77777777" w:rsidR="004415D9" w:rsidRDefault="004415D9" w:rsidP="00891206">
      <w:r>
        <w:separator/>
      </w:r>
    </w:p>
  </w:endnote>
  <w:endnote w:type="continuationSeparator" w:id="0">
    <w:p w14:paraId="542DF758" w14:textId="77777777" w:rsidR="004415D9" w:rsidRDefault="004415D9" w:rsidP="0089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B01552" w14:textId="77777777" w:rsidR="000C115C" w:rsidRDefault="000C115C">
    <w:pPr>
      <w:pStyle w:val="Footer"/>
    </w:pPr>
  </w:p>
  <w:p w14:paraId="672EF1BC" w14:textId="77777777" w:rsidR="003241F7" w:rsidRDefault="003241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C89210" w14:textId="77777777" w:rsidR="004415D9" w:rsidRDefault="004415D9" w:rsidP="00891206">
      <w:r>
        <w:separator/>
      </w:r>
    </w:p>
  </w:footnote>
  <w:footnote w:type="continuationSeparator" w:id="0">
    <w:p w14:paraId="467F66A7" w14:textId="77777777" w:rsidR="004415D9" w:rsidRDefault="004415D9" w:rsidP="00891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EAE56" w14:textId="77777777" w:rsidR="002E4707" w:rsidRDefault="002E4707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3022DEB4" w14:textId="77777777" w:rsidR="00891206" w:rsidRDefault="00837CD7" w:rsidP="00361C67">
    <w:pPr>
      <w:pStyle w:val="Header"/>
      <w:ind w:left="-270"/>
      <w:jc w:val="center"/>
    </w:pPr>
    <w:r>
      <w:rPr>
        <w:noProof/>
      </w:rPr>
      <w:drawing>
        <wp:inline distT="0" distB="0" distL="0" distR="0" wp14:anchorId="69FE2BDB" wp14:editId="56E56179">
          <wp:extent cx="6419850" cy="1457325"/>
          <wp:effectExtent l="0" t="0" r="0" b="9525"/>
          <wp:docPr id="1" name="Picture 1" descr="LETTERHEAD 3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 3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CD7"/>
    <w:rsid w:val="00003DC2"/>
    <w:rsid w:val="00007309"/>
    <w:rsid w:val="00050A59"/>
    <w:rsid w:val="000C115C"/>
    <w:rsid w:val="000E1299"/>
    <w:rsid w:val="00173318"/>
    <w:rsid w:val="001B54DB"/>
    <w:rsid w:val="001E021C"/>
    <w:rsid w:val="00222765"/>
    <w:rsid w:val="0023383F"/>
    <w:rsid w:val="00234E58"/>
    <w:rsid w:val="0025104B"/>
    <w:rsid w:val="00294E9A"/>
    <w:rsid w:val="002A0B67"/>
    <w:rsid w:val="002B17D5"/>
    <w:rsid w:val="002E4707"/>
    <w:rsid w:val="003241F7"/>
    <w:rsid w:val="00327E20"/>
    <w:rsid w:val="00361C67"/>
    <w:rsid w:val="00364A9D"/>
    <w:rsid w:val="003A5DFF"/>
    <w:rsid w:val="004170A4"/>
    <w:rsid w:val="00432AA9"/>
    <w:rsid w:val="00437864"/>
    <w:rsid w:val="004415D9"/>
    <w:rsid w:val="004B4615"/>
    <w:rsid w:val="004E4CA2"/>
    <w:rsid w:val="004E4DDB"/>
    <w:rsid w:val="004F70DD"/>
    <w:rsid w:val="005363B3"/>
    <w:rsid w:val="00583420"/>
    <w:rsid w:val="005A30D2"/>
    <w:rsid w:val="006C4B74"/>
    <w:rsid w:val="00710640"/>
    <w:rsid w:val="007854AE"/>
    <w:rsid w:val="007A761E"/>
    <w:rsid w:val="007B1A2D"/>
    <w:rsid w:val="007C219A"/>
    <w:rsid w:val="00802A87"/>
    <w:rsid w:val="00837CD7"/>
    <w:rsid w:val="00855052"/>
    <w:rsid w:val="00891206"/>
    <w:rsid w:val="00893FD0"/>
    <w:rsid w:val="008A0849"/>
    <w:rsid w:val="008A6C73"/>
    <w:rsid w:val="008F1C5D"/>
    <w:rsid w:val="0090123E"/>
    <w:rsid w:val="00906FFD"/>
    <w:rsid w:val="0093565D"/>
    <w:rsid w:val="00955049"/>
    <w:rsid w:val="009B1B0D"/>
    <w:rsid w:val="009D48FF"/>
    <w:rsid w:val="00A1188A"/>
    <w:rsid w:val="00A27DE0"/>
    <w:rsid w:val="00A33FFE"/>
    <w:rsid w:val="00A44B6C"/>
    <w:rsid w:val="00A74BDA"/>
    <w:rsid w:val="00A7621F"/>
    <w:rsid w:val="00AC071C"/>
    <w:rsid w:val="00AC784C"/>
    <w:rsid w:val="00B440CD"/>
    <w:rsid w:val="00B65259"/>
    <w:rsid w:val="00B81799"/>
    <w:rsid w:val="00B84A6A"/>
    <w:rsid w:val="00BA5DFC"/>
    <w:rsid w:val="00BB7521"/>
    <w:rsid w:val="00BC00F4"/>
    <w:rsid w:val="00BC7909"/>
    <w:rsid w:val="00C04E45"/>
    <w:rsid w:val="00C32FD0"/>
    <w:rsid w:val="00C676C8"/>
    <w:rsid w:val="00CA3964"/>
    <w:rsid w:val="00CD1284"/>
    <w:rsid w:val="00D17FE9"/>
    <w:rsid w:val="00D42D8B"/>
    <w:rsid w:val="00DA52DA"/>
    <w:rsid w:val="00DB798D"/>
    <w:rsid w:val="00DC7D60"/>
    <w:rsid w:val="00DD546C"/>
    <w:rsid w:val="00DE6A97"/>
    <w:rsid w:val="00DF7644"/>
    <w:rsid w:val="00E36A9F"/>
    <w:rsid w:val="00E655CA"/>
    <w:rsid w:val="00E819F8"/>
    <w:rsid w:val="00E85611"/>
    <w:rsid w:val="00ED0C2B"/>
    <w:rsid w:val="00EE35CE"/>
    <w:rsid w:val="00F35A01"/>
    <w:rsid w:val="00F8404B"/>
    <w:rsid w:val="00FA5C5D"/>
    <w:rsid w:val="00FA682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9AAB4A"/>
  <w15:docId w15:val="{99E5EA2A-8211-4BAD-90A3-484F4ECD6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ook Antiqua" w:eastAsia="Calibri" w:hAnsi="Book Antiqu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611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206"/>
  </w:style>
  <w:style w:type="paragraph" w:styleId="Footer">
    <w:name w:val="footer"/>
    <w:basedOn w:val="Normal"/>
    <w:link w:val="Foot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206"/>
  </w:style>
  <w:style w:type="table" w:styleId="TableGrid">
    <w:name w:val="Table Grid"/>
    <w:basedOn w:val="TableNormal"/>
    <w:uiPriority w:val="59"/>
    <w:rsid w:val="00891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52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C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\Dropbox\NON%20CASE-RELATED%20DATA\NASI%20FORMS\NASI%20LETTERHEAD%20(DOUG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NASI LETTERHEAD (DOUG)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1445</CharactersWithSpaces>
  <SharedDoc>false</SharedDoc>
  <HLinks>
    <vt:vector size="12" baseType="variant">
      <vt:variant>
        <vt:i4>1310833</vt:i4>
      </vt:variant>
      <vt:variant>
        <vt:i4>9</vt:i4>
      </vt:variant>
      <vt:variant>
        <vt:i4>0</vt:i4>
      </vt:variant>
      <vt:variant>
        <vt:i4>5</vt:i4>
      </vt:variant>
      <vt:variant>
        <vt:lpwstr>mailto:Info@NASI-PI.com</vt:lpwstr>
      </vt:variant>
      <vt:variant>
        <vt:lpwstr/>
      </vt:variant>
      <vt:variant>
        <vt:i4>8126569</vt:i4>
      </vt:variant>
      <vt:variant>
        <vt:i4>6</vt:i4>
      </vt:variant>
      <vt:variant>
        <vt:i4>0</vt:i4>
      </vt:variant>
      <vt:variant>
        <vt:i4>5</vt:i4>
      </vt:variant>
      <vt:variant>
        <vt:lpwstr>http://www.nasi-pi.com/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Sherry</cp:lastModifiedBy>
  <cp:revision>2</cp:revision>
  <cp:lastPrinted>2016-08-01T15:52:00Z</cp:lastPrinted>
  <dcterms:created xsi:type="dcterms:W3CDTF">2020-03-24T21:54:00Z</dcterms:created>
  <dcterms:modified xsi:type="dcterms:W3CDTF">2020-03-24T21:54:00Z</dcterms:modified>
</cp:coreProperties>
</file>